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6EE1">
        <w:rPr>
          <w:rFonts w:ascii="Times New Roman" w:hAnsi="Times New Roman"/>
          <w:b/>
          <w:sz w:val="28"/>
          <w:szCs w:val="28"/>
        </w:rPr>
        <w:t>Л 3. Редкие виды растений, животных и природных экосистем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План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>Исчезнувшие и исчезающие виды. Черный список МСОП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 xml:space="preserve">Красный список МСОП и его категории 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>Красная книга РК и ее категории по степени угрозы исчезновения видов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>Зеленая книга и редкие экосистемы РК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color w:val="000000"/>
          <w:sz w:val="28"/>
          <w:szCs w:val="28"/>
        </w:rPr>
        <w:t>Редкие виды растений Казахстана</w:t>
      </w:r>
      <w:r w:rsidRPr="00626EE1">
        <w:rPr>
          <w:sz w:val="28"/>
          <w:szCs w:val="28"/>
        </w:rPr>
        <w:t xml:space="preserve"> 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color w:val="000000"/>
          <w:sz w:val="28"/>
          <w:szCs w:val="28"/>
        </w:rPr>
        <w:t>Редкие виды животных Казахстана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 xml:space="preserve">Редкие виды растений Костанайской области. 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 xml:space="preserve">Редкие виды животных Костанайской области. </w:t>
      </w:r>
    </w:p>
    <w:p w:rsidR="007D672F" w:rsidRPr="00626EE1" w:rsidRDefault="007D672F" w:rsidP="00626EE1">
      <w:pPr>
        <w:pStyle w:val="BodyText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626EE1">
        <w:rPr>
          <w:sz w:val="28"/>
          <w:szCs w:val="28"/>
        </w:rPr>
        <w:t xml:space="preserve">Редкие виды Костанайской области глобального значения.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b/>
          <w:bCs/>
          <w:sz w:val="28"/>
          <w:szCs w:val="28"/>
        </w:rPr>
        <w:t>Красная книга («Красная книга фактов»)</w:t>
      </w:r>
      <w:r w:rsidRPr="00626EE1">
        <w:rPr>
          <w:rFonts w:ascii="Times New Roman" w:hAnsi="Times New Roman"/>
          <w:sz w:val="28"/>
          <w:szCs w:val="28"/>
        </w:rPr>
        <w:t xml:space="preserve"> — свод сведений обо всех животных и растениях, которым в той или иной мере угрожает исчезновение под влиянием деятельности человека.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«Красная книга фактов» была учреждена комиссией по редким и исчезающим видам Международного Союза охраны природы и природных ресурсов (МСОП), организованного в 1948 году. Для ее создания потребовался многолетний сбор информации обо всех редких, исчезнувших и находящихся под угрозой исчезновения видах животных и растений.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Как сказано в предисловии к Красной книге МСОП, «занесение в „Красную книгу фактов“ того или иного вида животных и растений означает признание наиболее авторитетной международной научной организацией того факта, что этот вид действительно нуждается в повседневной заботе. Каждая страна, на территории которой обитает вид, занесенный в „Красную книгу фактов“, несет моральную ответственность перед всем человечеством за сбережение этого сокровища природы».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По степени редкости виды, занесенные в Красную книгу, делятся на 5 категорий: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 — исчезающие,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 — редкие,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 — сокращающие численность,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 — неопределенные (малоизученные),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 — восстановленные, то есть те, опасность исчезновения которых миновала в результате принятых мер. 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Списки видов каждой из этих категорий в Красной книге МСОП печатают на листах бумаги разного цвета: исчезающие виды — на красных, сокращающиеся — на желтых, редкие — на белых, неопределенные — на серых, восстановленные — на зеленых. Для каждого вида приводятся сведения о распространении и численности в настоящее время и в прошлом; о темпах изменения численности и причинах ее уменьшения; о мероприятиях по спасению и их результатам.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Первый том Красной книги вышел в 1963, а в 1972 году их было уже 5, куда вошли 236 видов (292 подвида) млекопитающих, 287 видов (341 подвид) птиц, 36 видов земноводных, 119-пресмыкающихся, а также списки рыб и растений.</w:t>
      </w:r>
    </w:p>
    <w:p w:rsidR="007D672F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В связи с тем, что вид исчезает на Земле не одновременно по всей территории обитания, там, где он уже стал редок, вид заносится в региональную Красную книгу. Такие книги регистрируют уменьшение численности животных и растений в отдельных районах земного шара. Таковыми являются национальные Красные книги, которые ведутся с 70-х годов в каждом цивилизованном государстве. В них записаны прежде всего животные и растения, занесенные в «Красную книгу фактов МСОП», а затем уже виды, требующие особых мер охраны в этой стране.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В Казахстане Красная книга учреждена в 1978 году. Первый ее выпуск состоит из 2 частей, он включает сведения о позвоночных животных и растениях. Выпуск осуществлен в 1978 и 1981 гг. В 1996 году переиздана первая часть (животные), дополненная сведениями по беспозвоночным, с уточненными данными по позвоночным животным. Предполагается переиздание 2-й части Красной книги по растениям.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b/>
          <w:bCs/>
          <w:color w:val="0000FF"/>
          <w:sz w:val="28"/>
          <w:szCs w:val="28"/>
          <w:u w:val="single"/>
        </w:rPr>
        <w:t>Красная книга</w:t>
      </w:r>
      <w:r w:rsidRPr="00626E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26EE1">
        <w:rPr>
          <w:rFonts w:ascii="Times New Roman" w:hAnsi="Times New Roman"/>
          <w:b/>
          <w:bCs/>
          <w:color w:val="0000FF"/>
          <w:sz w:val="28"/>
          <w:szCs w:val="28"/>
          <w:u w:val="single"/>
        </w:rPr>
        <w:t>Казахстана</w:t>
      </w:r>
      <w:r w:rsidRPr="00626EE1">
        <w:rPr>
          <w:rFonts w:ascii="Times New Roman" w:hAnsi="Times New Roman"/>
          <w:sz w:val="28"/>
          <w:szCs w:val="28"/>
        </w:rPr>
        <w:t xml:space="preserve"> — аннотированный список редких и находящихся под угрозой исчезновения в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Казахстане</w:t>
      </w:r>
      <w:r w:rsidRPr="00626EE1">
        <w:rPr>
          <w:rFonts w:ascii="Times New Roman" w:hAnsi="Times New Roman"/>
          <w:sz w:val="28"/>
          <w:szCs w:val="28"/>
        </w:rPr>
        <w:t xml:space="preserve"> животных, растений и грибов. Насчитывает 3 издания, последнее из которых вышло в 1999 году.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Современное издание включает:</w:t>
      </w:r>
    </w:p>
    <w:p w:rsidR="007D672F" w:rsidRPr="00626EE1" w:rsidRDefault="007D672F" w:rsidP="00626E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128 видов и подвидов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позвоночных</w:t>
      </w:r>
      <w:r w:rsidRPr="00626EE1">
        <w:rPr>
          <w:rFonts w:ascii="Times New Roman" w:hAnsi="Times New Roman"/>
          <w:sz w:val="28"/>
          <w:szCs w:val="28"/>
        </w:rPr>
        <w:t xml:space="preserve"> </w:t>
      </w:r>
    </w:p>
    <w:p w:rsidR="007D672F" w:rsidRPr="00626EE1" w:rsidRDefault="007D672F" w:rsidP="00626EE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18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рыб</w:t>
      </w:r>
      <w:r w:rsidRPr="00626EE1">
        <w:rPr>
          <w:rFonts w:ascii="Times New Roman" w:hAnsi="Times New Roman"/>
          <w:sz w:val="28"/>
          <w:szCs w:val="28"/>
        </w:rPr>
        <w:t xml:space="preserve"> и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круглоротых</w:t>
      </w:r>
    </w:p>
    <w:p w:rsidR="007D672F" w:rsidRPr="00626EE1" w:rsidRDefault="007D672F" w:rsidP="00626EE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земноводных</w:t>
      </w:r>
    </w:p>
    <w:p w:rsidR="007D672F" w:rsidRPr="00626EE1" w:rsidRDefault="007D672F" w:rsidP="00626EE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10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пресмыкающихся</w:t>
      </w:r>
    </w:p>
    <w:p w:rsidR="007D672F" w:rsidRPr="00626EE1" w:rsidRDefault="007D672F" w:rsidP="00626EE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57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птиц</w:t>
      </w:r>
    </w:p>
    <w:p w:rsidR="007D672F" w:rsidRPr="00626EE1" w:rsidRDefault="007D672F" w:rsidP="00626EE1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40 </w:t>
      </w: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млекопитающих</w:t>
      </w:r>
    </w:p>
    <w:p w:rsidR="007D672F" w:rsidRPr="00626EE1" w:rsidRDefault="007D672F" w:rsidP="00626EE1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26EE1">
        <w:rPr>
          <w:rFonts w:ascii="Times New Roman" w:hAnsi="Times New Roman"/>
          <w:b/>
          <w:bCs/>
          <w:sz w:val="28"/>
          <w:szCs w:val="28"/>
        </w:rPr>
        <w:t>Списки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млекопитающих, занесённых в Красную книгу Казахстана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птиц, занесённых в Красную книгу Казахстана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пресмыкающихся, занесённых в Красную книгу Казахстана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земноводных, занесённых в Красную книгу Казахстана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5" w:tooltip="Список рыб, занесённых в Красную книгу Казахстана" w:history="1">
        <w:r w:rsidRPr="00626EE1">
          <w:rPr>
            <w:rFonts w:ascii="Times New Roman" w:hAnsi="Times New Roman"/>
            <w:color w:val="0000FF"/>
            <w:sz w:val="28"/>
            <w:szCs w:val="28"/>
            <w:u w:val="single"/>
          </w:rPr>
          <w:t>Список рыб, занесённых в Красную книгу Казахстана</w:t>
        </w:r>
      </w:hyperlink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насекомых, занесённых в Красную книгу Казахстана</w:t>
      </w:r>
    </w:p>
    <w:p w:rsidR="007D672F" w:rsidRPr="00626EE1" w:rsidRDefault="007D672F" w:rsidP="00626E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color w:val="0000FF"/>
          <w:sz w:val="28"/>
          <w:szCs w:val="28"/>
          <w:u w:val="single"/>
        </w:rPr>
        <w:t>Список растений, занесённых в Красную книгу Казахстана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В Казахстане Красная книга была учреждена решением правительства в январе 1978 года. Тогда была опубликована ее первая часть, включающая позвоночных животных: 87 видов и подвидов, в том числе рыб - 4, земноводных - 1, пресмыкающихся - 8, птиц - 43, млекопитающих - 31; они были разделены на две категории - редкие и исчезающие. Заметим, что это была первая Красная книга в Советском Союзе. С января </w:t>
      </w:r>
      <w:smartTag w:uri="urn:schemas-microsoft-com:office:smarttags" w:element="metricconverter">
        <w:smartTagPr>
          <w:attr w:name="ProductID" w:val="1985 г"/>
        </w:smartTagPr>
        <w:r w:rsidRPr="00626EE1">
          <w:rPr>
            <w:rFonts w:ascii="Times New Roman" w:hAnsi="Times New Roman"/>
            <w:sz w:val="28"/>
            <w:szCs w:val="28"/>
          </w:rPr>
          <w:t>1985 г</w:t>
        </w:r>
      </w:smartTag>
      <w:r w:rsidRPr="00626EE1">
        <w:rPr>
          <w:rFonts w:ascii="Times New Roman" w:hAnsi="Times New Roman"/>
          <w:sz w:val="28"/>
          <w:szCs w:val="28"/>
        </w:rPr>
        <w:t>. при Президиуме Академии наук стала функционировать Зоологическая комиссия по Красной книге, в которую вошли специалисты из различных НИИ, вузов и государственных природоохранных органов. В дальнейшем, согласно Положению о Красной Книге, эта комиссия взяла на себя руководство по подготовке второго и третьего изданий Красной книги Казахстана.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Второе издание, под названием "Красная книга Казахской ССР. Том 1. Животные", было выпущено малым тиражом (всего 500 экз.) ротапринтным способом, в нем не было рисунков животных, и предназначалось оно, в основном, для специалистов в области охраны природы. В это издание Красной книги Казахстана были включены 129 видов и подвидов позвоночных животных: 16 - рыб, 3 - земноводных, 10 - пресмыкающихся, 58 - птиц, 42 - млекопитающих. Впервые в Красной книге были представлены 105 видов беспозвоночных животных (96 - насекомых, 1 - ракообразных, 6 - моллюсков, 2 - червей).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Третье издание Красной книги Республики Казахастан началось в </w:t>
      </w:r>
      <w:smartTag w:uri="urn:schemas-microsoft-com:office:smarttags" w:element="metricconverter">
        <w:smartTagPr>
          <w:attr w:name="ProductID" w:val="1996 г"/>
        </w:smartTagPr>
        <w:r w:rsidRPr="00626EE1">
          <w:rPr>
            <w:rFonts w:ascii="Times New Roman" w:hAnsi="Times New Roman"/>
            <w:sz w:val="28"/>
            <w:szCs w:val="28"/>
          </w:rPr>
          <w:t>1996 г</w:t>
        </w:r>
      </w:smartTag>
      <w:r w:rsidRPr="00626EE1">
        <w:rPr>
          <w:rFonts w:ascii="Times New Roman" w:hAnsi="Times New Roman"/>
          <w:sz w:val="28"/>
          <w:szCs w:val="28"/>
        </w:rPr>
        <w:t>. с публикации 1-й части 1-го тома (позвоночные животные), в которую вошли 125 видов и подвидов позвоночных: рыб - 16, земноводных - 3, пресмыкающихся - 10, птиц - 56, млекопитающих - 40. Публикация первой части была осуществлена при финансовой поддержке компании "Шеврон". Практически одновременно с этой публикацией была начата работа над второй частью, посвященной беспозвоночным животным. Разработка этой части Красной книги проводилась Институтом зоологии и Научным обществом "Тетис" по заказу Комитета лесного и охотничьего хозяйства Минсельхоза РК.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Подготовка списка и материалов оказалась очень трудной, поскольку редкие и исчезающие виды беспозвоночных животных недостаточно изучены, а специалисты по таксономическим группам нечетко представляли критерии оценки редкости видов и принципы их подбора для включения в список. Показательно, что для второго издания Красной книги Казахстана вначале было предложено 650 видов. В дальнейшем, список и все его изменения обсуждались авторским коллективом (включавшим 16 человек), дважды рассматривались на заседаниях Зоологической комиссии по Третьему изданию Красной книги РК, и наконец были утверждены постановлением Правительства РК (от 19.06.1998 г. № 573).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Только к декабрю 2003 года Вторая часть Красной книги Казахстана (беспозвоночные животные) была подготовлена к изданию, и отпечатаны три государственных экземпляра. Эти экземпляры (собственно Красная книга) хранятся в Правительстве РК, Комитете лесного и охотничьего хозяйства МСХ РК и Институте зоологии МОН РК. Они используются правительственными органами для принятия подзаконных актов в области охраны животного мира. Для широкого круга читателей предполагалось опубликовать не менее 3000 экземпляров новой Красной книги. К сожалению, в минувшем </w:t>
      </w:r>
      <w:smartTag w:uri="urn:schemas-microsoft-com:office:smarttags" w:element="metricconverter">
        <w:smartTagPr>
          <w:attr w:name="ProductID" w:val="2004 г"/>
        </w:smartTagPr>
        <w:r w:rsidRPr="00626EE1">
          <w:rPr>
            <w:rFonts w:ascii="Times New Roman" w:hAnsi="Times New Roman"/>
            <w:sz w:val="28"/>
            <w:szCs w:val="28"/>
          </w:rPr>
          <w:t>2004 г</w:t>
        </w:r>
      </w:smartTag>
      <w:r w:rsidRPr="00626EE1">
        <w:rPr>
          <w:rFonts w:ascii="Times New Roman" w:hAnsi="Times New Roman"/>
          <w:sz w:val="28"/>
          <w:szCs w:val="28"/>
        </w:rPr>
        <w:t xml:space="preserve">. бюджетное финансирование для тиражирования Красной книги не было предоставлено. Однако в конце </w:t>
      </w:r>
      <w:smartTag w:uri="urn:schemas-microsoft-com:office:smarttags" w:element="metricconverter">
        <w:smartTagPr>
          <w:attr w:name="ProductID" w:val="2004 г"/>
        </w:smartTagPr>
        <w:r w:rsidRPr="00626EE1">
          <w:rPr>
            <w:rFonts w:ascii="Times New Roman" w:hAnsi="Times New Roman"/>
            <w:sz w:val="28"/>
            <w:szCs w:val="28"/>
          </w:rPr>
          <w:t>2004 г</w:t>
        </w:r>
      </w:smartTag>
      <w:r w:rsidRPr="00626EE1">
        <w:rPr>
          <w:rFonts w:ascii="Times New Roman" w:hAnsi="Times New Roman"/>
          <w:sz w:val="28"/>
          <w:szCs w:val="28"/>
        </w:rPr>
        <w:t>. несколько крупных компаний выразили готовность оказать финансовую поддержку в печатании тиража.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В завершенное третье издание Красной книги Казахстана (т. 1, ч. 2, беспозвоночные) включено 96 видов беспозвоночных: кольчатых червей - 2, моллюсков - 6, ракообразных - 1, паукообразных - 2, насекомых - 85. Из прежнего списка (второго издания, </w:t>
      </w:r>
      <w:smartTag w:uri="urn:schemas-microsoft-com:office:smarttags" w:element="metricconverter">
        <w:smartTagPr>
          <w:attr w:name="ProductID" w:val="1991 г"/>
        </w:smartTagPr>
        <w:r w:rsidRPr="00626EE1">
          <w:rPr>
            <w:rFonts w:ascii="Times New Roman" w:hAnsi="Times New Roman"/>
            <w:sz w:val="28"/>
            <w:szCs w:val="28"/>
          </w:rPr>
          <w:t>1991 г</w:t>
        </w:r>
      </w:smartTag>
      <w:r w:rsidRPr="00626EE1">
        <w:rPr>
          <w:rFonts w:ascii="Times New Roman" w:hAnsi="Times New Roman"/>
          <w:sz w:val="28"/>
          <w:szCs w:val="28"/>
        </w:rPr>
        <w:t>.) исключены 4 вида жесткокрылых (красотелы пахучий и окаймленный, малый носорог, восковик), 16 видов чешуекрылых (медведица красноточечная, совка шпорниковая, подалирий, махаон, феб, аполлон, делфиус, актиус, мнемозина, парнасец тянь-шанский, зорька Зегрис, желтушка Тизо, каллимакс, голубянка Давида, голубянка римнус, голубянка Элвира), 1 вид сетчатокрылых (аскалаф пестрый) и 1 вид двукрылых (ктырь гигантский). Все эти виды были включены ранее в Красную книгу СССР без учета материалов из Казахстана. По действовавшим тогда правилам, они автоматически попали и во второе издание Красной книги Казахстана, хотя являются обычными видами на территории РК. Вновь внесены в Красную книгу Казахстана: 1 вид карминоносного червеца (карминоносный червец Виктории), 5 видов жужелиц (жужелицы Михайлова, Линдемана, илийская, Хике и Сольского), 6 видов усачей (дровосеки мускусный, тамарисковый и Галузо, корнееды большой, Гангльбауэра и балхашский), 1 вид златки (большая туранговая), 2 вида паукообразных (сольпуга Рикмерса, скорпион Рикмерса). Все рисунки беспозвоночных подготовлены художником Владимиром Тимохановым.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При подготовке третьего издания Красной Книги авторами использовалась шкала категорий исчезновения видов, разработанная российским ВНИИприроды в 1995 г. В то время она считалась наиболее приемлемой и была применена в первой части 1 тома (позвоночные животные, 1996). Однако по решению Комиссии по выживанию видов МСОП с 2001 г. оценка угроз видам животных должна проводиться согласно новым принятым МСОП категориям версии 3.1 (IUCN, 2001). Такая переоценка была осуществлена, поскольку эта версия категорий угроз выживаемости видов оказалась к настоящему времени наиболее совершенной - она позволяет даже с минимальным объемом информации достаточно объективно оценивать современное состояние видов, находящихся под угрозой исчезновения.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На основе проведенной оценки по критериям все таксоны, включенные в данное издание, отнесены к пяти категориям: ЕХ-r - предположительно исчезнувшие на территории Казахстана (4 вида), CR - находящиеся на грани полного исчезновения (5 видов), EN - исчезающие (12 видов), VU - уязвимые (73 вида), NT - находящиеся в состоянии, близком к угрожаемому (2 вида).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Следует отметить, что большинство краснокнижных видов беспозвоночных населяют горные и пустынные биотопы Казахстана. В степной зоне Казахстана отмечены только 1 вид кольчатых червей и 18 видов насекомых: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1. Ейзения великолепная, Eisenia magnifica (Oligocheta, Lumbricomorpha) - категория EN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2. Красотка-девушка, Calopteryx virgo (Odonata) - 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3. </w:t>
      </w:r>
      <w:r w:rsidRPr="00626EE1">
        <w:rPr>
          <w:rFonts w:ascii="Times New Roman" w:hAnsi="Times New Roman"/>
          <w:sz w:val="28"/>
          <w:szCs w:val="28"/>
        </w:rPr>
        <w:t>Дозорщик</w:t>
      </w:r>
      <w:r w:rsidRPr="001864D2">
        <w:rPr>
          <w:rFonts w:ascii="Times New Roman" w:hAnsi="Times New Roman"/>
          <w:sz w:val="28"/>
          <w:szCs w:val="28"/>
        </w:rPr>
        <w:t>-</w:t>
      </w:r>
      <w:r w:rsidRPr="00626EE1">
        <w:rPr>
          <w:rFonts w:ascii="Times New Roman" w:hAnsi="Times New Roman"/>
          <w:sz w:val="28"/>
          <w:szCs w:val="28"/>
        </w:rPr>
        <w:t>император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Anax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imperator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Odonata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4. </w:t>
      </w:r>
      <w:r w:rsidRPr="00626EE1">
        <w:rPr>
          <w:rFonts w:ascii="Times New Roman" w:hAnsi="Times New Roman"/>
          <w:sz w:val="28"/>
          <w:szCs w:val="28"/>
        </w:rPr>
        <w:t>Боливария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короткокрылая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Bolivaria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brachyptera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Mantoptera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5. </w:t>
      </w:r>
      <w:r w:rsidRPr="00626EE1">
        <w:rPr>
          <w:rFonts w:ascii="Times New Roman" w:hAnsi="Times New Roman"/>
          <w:sz w:val="28"/>
          <w:szCs w:val="28"/>
        </w:rPr>
        <w:t>Дыбка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степная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Saga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pedo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Orthoptera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6. </w:t>
      </w:r>
      <w:r w:rsidRPr="00626EE1">
        <w:rPr>
          <w:rFonts w:ascii="Times New Roman" w:hAnsi="Times New Roman"/>
          <w:sz w:val="28"/>
          <w:szCs w:val="28"/>
        </w:rPr>
        <w:t>Севчук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Сервилля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Onconotus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servillei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Orthoptera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EN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7. </w:t>
      </w:r>
      <w:r w:rsidRPr="00626EE1">
        <w:rPr>
          <w:rFonts w:ascii="Times New Roman" w:hAnsi="Times New Roman"/>
          <w:sz w:val="28"/>
          <w:szCs w:val="28"/>
        </w:rPr>
        <w:t>Кузнечик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темнокрылый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Ceraeocercus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fuscipennis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Orthoptera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8. </w:t>
      </w:r>
      <w:r w:rsidRPr="00626EE1">
        <w:rPr>
          <w:rFonts w:ascii="Times New Roman" w:hAnsi="Times New Roman"/>
          <w:sz w:val="28"/>
          <w:szCs w:val="28"/>
        </w:rPr>
        <w:t>Польский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карминоносный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червец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Porphyrophora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polonica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Homoptera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9. </w:t>
      </w:r>
      <w:r w:rsidRPr="00626EE1">
        <w:rPr>
          <w:rFonts w:ascii="Times New Roman" w:hAnsi="Times New Roman"/>
          <w:sz w:val="28"/>
          <w:szCs w:val="28"/>
        </w:rPr>
        <w:t>Красотел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сетчатый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Callisthenes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reticulatus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Coleoptera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10. </w:t>
      </w:r>
      <w:r w:rsidRPr="00626EE1">
        <w:rPr>
          <w:rFonts w:ascii="Times New Roman" w:hAnsi="Times New Roman"/>
          <w:sz w:val="28"/>
          <w:szCs w:val="28"/>
        </w:rPr>
        <w:t>Подвижнорогий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навозник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Bolboceras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armiger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Coleoptera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CR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11. Оленек, Dorcus parallelopipedus (Coleoptera) - EN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12. Жук-олень (в пойме реки Урал), Lucanus cervus (Coleoptera) - EN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13. </w:t>
      </w:r>
      <w:r w:rsidRPr="00626EE1">
        <w:rPr>
          <w:rFonts w:ascii="Times New Roman" w:hAnsi="Times New Roman"/>
          <w:sz w:val="28"/>
          <w:szCs w:val="28"/>
        </w:rPr>
        <w:t>Корнеед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балхашский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Dorcadion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balchashense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Coleoptera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EN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14. </w:t>
      </w:r>
      <w:r w:rsidRPr="00626EE1">
        <w:rPr>
          <w:rFonts w:ascii="Times New Roman" w:hAnsi="Times New Roman"/>
          <w:sz w:val="28"/>
          <w:szCs w:val="28"/>
        </w:rPr>
        <w:t>Хилокорус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двуточечный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Chilocorus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bipustulatus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Coleoptera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15. </w:t>
      </w:r>
      <w:r w:rsidRPr="00626EE1">
        <w:rPr>
          <w:rFonts w:ascii="Times New Roman" w:hAnsi="Times New Roman"/>
          <w:sz w:val="28"/>
          <w:szCs w:val="28"/>
        </w:rPr>
        <w:t>Точечная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коровка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Stethorus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punctillum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Coleoptera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16. </w:t>
      </w:r>
      <w:r w:rsidRPr="00626EE1">
        <w:rPr>
          <w:rFonts w:ascii="Times New Roman" w:hAnsi="Times New Roman"/>
          <w:sz w:val="28"/>
          <w:szCs w:val="28"/>
        </w:rPr>
        <w:t>Сколия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степная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Scolia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hirta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Hymenoptera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17. </w:t>
      </w:r>
      <w:r w:rsidRPr="00626EE1">
        <w:rPr>
          <w:rFonts w:ascii="Times New Roman" w:hAnsi="Times New Roman"/>
          <w:sz w:val="28"/>
          <w:szCs w:val="28"/>
        </w:rPr>
        <w:t>Гоплит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рыжий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Hoplitis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fulva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Hymenoptera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18. Поликсена, Zerynthia polyxena (Lepidoptera) - VU</w:t>
      </w:r>
    </w:p>
    <w:p w:rsidR="007D672F" w:rsidRPr="001864D2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4D2">
        <w:rPr>
          <w:rFonts w:ascii="Times New Roman" w:hAnsi="Times New Roman"/>
          <w:sz w:val="28"/>
          <w:szCs w:val="28"/>
        </w:rPr>
        <w:t xml:space="preserve">19. </w:t>
      </w:r>
      <w:r w:rsidRPr="00626EE1">
        <w:rPr>
          <w:rFonts w:ascii="Times New Roman" w:hAnsi="Times New Roman"/>
          <w:sz w:val="28"/>
          <w:szCs w:val="28"/>
        </w:rPr>
        <w:t>Голубянка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</w:rPr>
        <w:t>Бавия</w:t>
      </w:r>
      <w:r w:rsidRPr="001864D2">
        <w:rPr>
          <w:rFonts w:ascii="Times New Roman" w:hAnsi="Times New Roman"/>
          <w:sz w:val="28"/>
          <w:szCs w:val="28"/>
        </w:rPr>
        <w:t xml:space="preserve">, </w:t>
      </w:r>
      <w:r w:rsidRPr="00626EE1">
        <w:rPr>
          <w:rFonts w:ascii="Times New Roman" w:hAnsi="Times New Roman"/>
          <w:sz w:val="28"/>
          <w:szCs w:val="28"/>
          <w:lang w:val="en-US"/>
        </w:rPr>
        <w:t>Scolitantides</w:t>
      </w:r>
      <w:r w:rsidRPr="001864D2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sz w:val="28"/>
          <w:szCs w:val="28"/>
          <w:lang w:val="en-US"/>
        </w:rPr>
        <w:t>bavius</w:t>
      </w:r>
      <w:r w:rsidRPr="001864D2">
        <w:rPr>
          <w:rFonts w:ascii="Times New Roman" w:hAnsi="Times New Roman"/>
          <w:sz w:val="28"/>
          <w:szCs w:val="28"/>
        </w:rPr>
        <w:t xml:space="preserve"> (</w:t>
      </w:r>
      <w:r w:rsidRPr="00626EE1">
        <w:rPr>
          <w:rFonts w:ascii="Times New Roman" w:hAnsi="Times New Roman"/>
          <w:sz w:val="28"/>
          <w:szCs w:val="28"/>
          <w:lang w:val="en-US"/>
        </w:rPr>
        <w:t>Lepidoptera</w:t>
      </w:r>
      <w:r w:rsidRPr="001864D2">
        <w:rPr>
          <w:rFonts w:ascii="Times New Roman" w:hAnsi="Times New Roman"/>
          <w:sz w:val="28"/>
          <w:szCs w:val="28"/>
        </w:rPr>
        <w:t xml:space="preserve">) - </w:t>
      </w:r>
      <w:r w:rsidRPr="00626EE1">
        <w:rPr>
          <w:rFonts w:ascii="Times New Roman" w:hAnsi="Times New Roman"/>
          <w:sz w:val="28"/>
          <w:szCs w:val="28"/>
          <w:lang w:val="en-US"/>
        </w:rPr>
        <w:t>VU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Категории статусов животных: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I категория - исчезающие или возможно уже исчезнувшие;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II категория - катастрофически сокращающиеся;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III категория - редкие, встречающиеся в небольшом количестве;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IV категория - неопределенные (недостаточно изученные);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V категория - восстановленные, нуждающиеся в постоянном контроле.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К первой категории возможно исчезнувших - относятся красный волк, европейская норка, гепард, кызылкумский горный баран.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Особой охране подлежат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копытные</w:t>
      </w:r>
      <w:r w:rsidRPr="00626EE1">
        <w:rPr>
          <w:rFonts w:ascii="Times New Roman" w:hAnsi="Times New Roman"/>
          <w:sz w:val="28"/>
          <w:szCs w:val="28"/>
        </w:rPr>
        <w:t xml:space="preserve"> - джейран, туркменский кулан, архар; устюртский, алтайский, каратауский муфлоны; тугайный олень;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хищные</w:t>
      </w:r>
      <w:r w:rsidRPr="00626EE1">
        <w:rPr>
          <w:rFonts w:ascii="Times New Roman" w:hAnsi="Times New Roman"/>
          <w:sz w:val="28"/>
          <w:szCs w:val="28"/>
        </w:rPr>
        <w:t xml:space="preserve"> - снежный барс, тянь-шаньский бурый медведь, барханный кот, каракал, манул, медоед 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грызуны</w:t>
      </w:r>
      <w:r w:rsidRPr="00626EE1">
        <w:rPr>
          <w:rFonts w:ascii="Times New Roman" w:hAnsi="Times New Roman"/>
          <w:sz w:val="28"/>
          <w:szCs w:val="28"/>
        </w:rPr>
        <w:t xml:space="preserve"> - бобр, сурок Мензбира, селевиния, пятипалый и трехпалый карликовые тушканчики;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насекомоядные</w:t>
      </w:r>
      <w:r w:rsidRPr="00626EE1">
        <w:rPr>
          <w:rFonts w:ascii="Times New Roman" w:hAnsi="Times New Roman"/>
          <w:sz w:val="28"/>
          <w:szCs w:val="28"/>
        </w:rPr>
        <w:t xml:space="preserve"> - выхухоль, длинноиглый еж;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водоплавающие</w:t>
      </w:r>
      <w:r w:rsidRPr="00626EE1">
        <w:rPr>
          <w:rFonts w:ascii="Times New Roman" w:hAnsi="Times New Roman"/>
          <w:sz w:val="28"/>
          <w:szCs w:val="28"/>
        </w:rPr>
        <w:t xml:space="preserve"> - кудрявый и розовый пеликаны, лебедь-кликун, фламинго, белый и черный аисты;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обитатели степей и пустынь</w:t>
      </w:r>
      <w:r w:rsidRPr="00626EE1">
        <w:rPr>
          <w:rFonts w:ascii="Times New Roman" w:hAnsi="Times New Roman"/>
          <w:sz w:val="28"/>
          <w:szCs w:val="28"/>
        </w:rPr>
        <w:t xml:space="preserve"> - дрофа, джек, кречетка, журавль-красавка; хищные птицы - бородач, кумай, беркут, могильник, орлан-белохвост, соколы - сапсан и балобан;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пресмыкающиеся</w:t>
      </w:r>
      <w:r w:rsidRPr="00626EE1">
        <w:rPr>
          <w:rFonts w:ascii="Times New Roman" w:hAnsi="Times New Roman"/>
          <w:sz w:val="28"/>
          <w:szCs w:val="28"/>
        </w:rPr>
        <w:t xml:space="preserve"> - варан, желтопузик, пестрая круглоголовка, глазчатая ящурка, 4 вида полозов, земноводные - семиреченский тритон;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· </w:t>
      </w:r>
      <w:r w:rsidRPr="00626EE1">
        <w:rPr>
          <w:rFonts w:ascii="Times New Roman" w:hAnsi="Times New Roman"/>
          <w:b/>
          <w:bCs/>
          <w:sz w:val="28"/>
          <w:szCs w:val="28"/>
        </w:rPr>
        <w:t>рыбы</w:t>
      </w:r>
      <w:r w:rsidRPr="00626EE1">
        <w:rPr>
          <w:rFonts w:ascii="Times New Roman" w:hAnsi="Times New Roman"/>
          <w:sz w:val="28"/>
          <w:szCs w:val="28"/>
        </w:rPr>
        <w:t xml:space="preserve"> - аральский и каспийский лососи, сырдарьинский лжелопатонос и лысач (щуковидный жерех).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В Красную Книгу Казахстана внесено свыше 400 видов растений, в том числе и около 20 древесных. В их числе наиболее известные виды: ясень реколюбивый, яблоня Сиверса, яблоня Недзведского, груша Регеля или груша Средней Азии, фисташка настоящая, тополь беркаринский, арча, каркас Кавказский, абрикос обыкновенный, лещина обыкновенная. В 1994 году Казахстан ратифицировал Конвенцию по биоразнообразию, в 1999 году - Конвенцию о международной торговле видами дикой флоры и фауны, находящимися под угрозой исчезновения (CITES). В связи с этим Казахстан получил доступ к международным средствам на сохранение флоры и фауны. Казахстанские редкие растения не занесены в список исчезающих видов растений МСОП, они так же не включены в Приложение Конвенции CITES. Таким образом, Конвенцией CITES в Казахстане регулируются правила торговли лишь объектами фауны. Растения, сырье и дериваты вывозятся за границу беспрепятственно, что ставит под угрозу существование редких и эндемичных видов. В Списке редких, ценных, эндемичных и исчезающих видов занесенных в Красную Книгу Казахстана перечислены 56 растений. В Красной книге </w:t>
      </w:r>
      <w:r w:rsidRPr="00626EE1">
        <w:rPr>
          <w:rFonts w:ascii="Times New Roman" w:hAnsi="Times New Roman"/>
          <w:b/>
          <w:bCs/>
          <w:sz w:val="28"/>
          <w:szCs w:val="28"/>
        </w:rPr>
        <w:t>Казахстана</w:t>
      </w:r>
      <w:r w:rsidRPr="00626EE1">
        <w:rPr>
          <w:rFonts w:ascii="Times New Roman" w:hAnsi="Times New Roman"/>
          <w:sz w:val="28"/>
          <w:szCs w:val="28"/>
        </w:rPr>
        <w:t xml:space="preserve"> приводятся сведения о современном распространении, состоянии численности, биологии 87 видов диких позвоночных и 303 видов растений занесенных в список редких и исчезающих.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На территории ЗАГПЗ зарегистрировано 16 растений официально занесенных в </w:t>
      </w:r>
      <w:r w:rsidRPr="00626EE1">
        <w:rPr>
          <w:rFonts w:ascii="Times New Roman" w:hAnsi="Times New Roman"/>
          <w:b/>
          <w:bCs/>
          <w:sz w:val="28"/>
          <w:szCs w:val="28"/>
        </w:rPr>
        <w:t>Красную</w:t>
      </w:r>
      <w:r w:rsidRPr="00626EE1">
        <w:rPr>
          <w:rFonts w:ascii="Times New Roman" w:hAnsi="Times New Roman"/>
          <w:sz w:val="28"/>
          <w:szCs w:val="28"/>
        </w:rPr>
        <w:t xml:space="preserve"> </w:t>
      </w:r>
      <w:r w:rsidRPr="00626EE1">
        <w:rPr>
          <w:rFonts w:ascii="Times New Roman" w:hAnsi="Times New Roman"/>
          <w:b/>
          <w:bCs/>
          <w:sz w:val="28"/>
          <w:szCs w:val="28"/>
        </w:rPr>
        <w:t>книгу</w:t>
      </w:r>
      <w:r w:rsidRPr="00626EE1">
        <w:rPr>
          <w:rFonts w:ascii="Times New Roman" w:hAnsi="Times New Roman"/>
          <w:sz w:val="28"/>
          <w:szCs w:val="28"/>
        </w:rPr>
        <w:t>. Но по результатам работ научного сотрудника Алтайского ботанического сада к.б.н. Ю.А. Котухова выявлено еще 50 видов имеющих статус редких, уязвимых и исчезающих.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Редкие и исчезающие растения Казахстана подлежат специальной охране. В республике их около 600 видов, значительная часть их включена в Красную книгу РК. Это 287 - цветковых - рафидофитон, таволгоцвет, пастернаковник, недзвецкия, канкриниелла, дорема каратауская, ферула сюгатинская, полынь цитварная и др. В Красной книге 2 вида голосеменных (стланиковая форма ели Шренка, можжевельник зеравшанский); 3 вида папоротникообразных (щитовник мынжилкинский, адиантум, венерин волос); 3 вида мхов (сфагнум гладкий, пахифиссинденс крупнолиственный, ортотрихум приглаженный); 1 вид лишайников (кладина оленья); 10 видов грибов - феллориния шишковатая, шампиньон табличный, сморчок степной и др. Запрещена или ограничена заготовка растений, имеющих хозяйственное значение: мыльный корень, родиола розовая и др. Островския великолепная, лук пскемский, пиретрум Келлера охраняются в заповедниках и заказниках.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На протяжении тысячелетий пользовался человек дарами растительного и животного мира и в своей многосторонней деятельности не только эксплуатировал запасы полезных растений и животных, но и преобразовал природу, изменяя тем самым условия существования многих видов. Под влиянием антропогенного воздействия на природу, на Земле начался процесс исчезновения ряда видов растений и животных.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Научно-технический прогресс дал в руки людей мощные средства воздействия на мир природы. Средства как благотворные, так и разрушающие. Часто бессознательно или по халатности человек относится к природе беспечно, не учитывая долговременности ее восстановления. Горелые пни на месте бывшего леса, смытая почва на распаханных горных склонах, засоренные при лесосплаве реки. В результате гибель многих редких и ценных растений и животных.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Каждый вид, созданный природой - уникален и неповторим, поэтому утрата его невосполнима. Кроме того, эта потеря приводит к нарушению целостности сообщества и общего равновесия в природе. Поэтому вопрос об охране природы вырос в настоящее время до мировой проблемы. Во всем мире он решается как важнейшая государственная задача.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b/>
          <w:bCs/>
          <w:sz w:val="28"/>
          <w:szCs w:val="28"/>
        </w:rPr>
        <w:t>Природа Казахстана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На протяжении 1800 километров, которые отделяют южную границу Казахстана от северной, сменяется несколько ландшафтных зон: лесостепная, степная, полупустынная и пустынная. На западе территория Казахстана граничит с Каспийским морем, на востоке - с таежным Алтаем, а на юге - с высокими вершинами Тянь-Шаня. Самая низкая точка - впадина Карагие на полуострове Мангышлак (132 метра ниже уровня мирового океана), самая высокая - пик Хан-Тенгрив горах (около 7000 метров над уровнем моря). Три крупные реки - Иртыш, Тобол и Ишим - несут свои воды в Северный Ледовитый океан, остальные казахстанские реки впадают во внутренние водоемы: Каспий, Арал, Балхаш, а то и просто растекаются по степи или пустыне. Западная часть Казахстана почти исключительно равнинная, а восточная - преимущественно гористая; помимо таких высоких гор как Тянь-Шань и Алтай, значительное пространство занимают Тарбагатай, Саур, Казахский мелкосопочник, Кокшетауская возвышенность. В Казахстане произрастает свыше шести тысяч видов растений (из них 515 - только здесь), на его просторах можно встретить около 500 видов птиц, 178 видов зверей, 49 видов пресмыкающихся, 12 видов земноводных, а в реках и озерах - 107 видов рыб. Водная растительность в видовом отношении немногочисленная (63 вида) во флоре республики, но самая древняя. Так, род рдестов (в республике 18 видов) существовал еще 70-100 млн лет назад. Водные растения служат нерестилищем для рыб, кормовой базой для них и водоплавающих птиц. Во флоре болот, речных пойм и лиманов более 450 видов. Разнообразие беспозвоночных животных здесь еще больше: одних только насекомых здесь живет не менее 30 тысяч видов, а кроме них - еще несколько тысяч видов моллюсков, червей, пауков, ракообразных и других. Плато Устюрт, расположенное между Каспийским и Аральским морями, представляет собой слегка всхолмленную пустынную равнину, слабо поросшую полынью и кустиками солянок; только в широко распространенных бессточных впадинах имеются заросли черного саксаула. Неповторимую красоту пейзажа придают отвесные уступы - чинки. Особенно живописен Западный чинк, высота которого достигает 340 метров; разрушенные ветром обрывы его принимают причудливые формы. Только здесь обитают такие редкие животные как устюртский муфлон или уриал, медоед из семейства куньих, длинноиглистый ёж и ряд диких кошек; каракал, барханный кот и знаменитый гепард. Немало здесь стройных газелей-джейранов (или джеков) и других пустынных птиц - чернобрюхих рябков, садж, каменок жаворонков. Склоны Северного Тянь-Шаня покрыты еловыми лесами, а Западного Тянь-Шаня - арчовыми редколесьями и высокотравными суходольными лугами; ущелья их поросли яблоневыми и орехово-плодовыми лесами, а вершины покрыты вечными снегами и ледниками. Только здесь можно встретить грозного снежного барса (ирбиса), тянь-шаньского бурого медведя, сибирского горного козла, а из пернатых - знаменитого бородача, размах крыльев которого достигает более трех метров, гималайского улара (его еще зовут горной индейкой), снежных грифов, белоголовых сипов, любимца казахских охотников - беркута, высокогорных вьюрков, краснокрылого стенолаза, клушицу и альпийскую галку, сказочную синюю птицу. В покрытых таежными лесами горах Алтая вам встретятся великан лось, красавец марал (благородный олень), самый маленький наш олень - кабарга, знаменитый соболь, красивый изящный бурундук. Только здесь можно увидеть глухаря, рябчика, тундряную и белую куропатку. На высокогорном озере Маркаколь в Южном Алтае создан заповедник по охране флоры и фауны, в частности, особого подвида рыб - маркакольского ленка или ускуча. На озере немало водоплавающей птицы, а в лесах по его берегам сохранились гнездовья таких редких птиц как скопа и черный аист; на вершинах живет очень редкий здесь алтайский улар. Водная растительность в видовом отношении немногочисленная (63 вида) во флоре республики, но самая древняя. Так, род рдестов (в республике 18 видов) существовал еще 70-100 млн лет назад. Водные растения служат нерестилищем для рыб, кормовой базой для них и водоплавающих птиц. Во флоре болот, речных пойм и лиманов более 450 видов. Великолепны степи Казахстана. Особую прелесть им придают пресные и соленые озера, на которых скапливаются тысячи водоплавающих и околоводных птиц, представленные десятками видов уток, гусей, чаек, крачек, куликов, цапель. На соленом озере Тенгиз в Центральном Казахстане гнездятся даже розовые фламинго (самая северная в мире колония!), для охраны которых здесь создан Кургальджинский заповедник. Богаты птицами озера другого степного заповедника - Наурзумского. Помимо озер здесь охраняется уникальный сосновый бор, самый южный в казахстанских степях, в котором гнездится большое количество хищных птиц - орлов-могильников, соколов (балобанов, кобчиков, пустельг и др.). Весьма своеобразны пустыни. В основном, это обширные глинистые равнины, поросшие солянками и полынью. Истоки растительности пустынной зоны - в древних саваннах, некогда занимавших территорию юго-западного Казахстана (40-70 млн. лет назад). Ныне флора Казахстана насчитывает 250 видов растений, приспособленных к условиям пустынь. Это черный саксаул - невысокое “полудерево” без листьев, используемое и как топливо, и как корм, поедаемый овцами и верблюдами. В саксаульниках немало полыни, кейреука, изеня, терескена. Встречаются песколюбивые кустарники - жузгун, песчаная акация, эфедра шишконосная. Помимо уже упомянутого Устюрта сюда относится знаменитая Бетпак-Дала , занимающая пространство между озером Балхаш и реками Чу и Сарысу. Песчаные пустыни представлены в Казахстане такими массивами как Кызылкум (к западу от реки Сырдарья), Моюнкум (южнее Бетпак-Далы и реки Чу), песками Южного Прибалхашья (Сарыишикотрау и др.), Приаральскими Каракумами. Здесь обитают джейраны, оттесненные в пески домашними овцами; многие виды тушканчиков, перевязка, пегий путорак, пустынная ласка, из птиц - саксаульная сойка, рябки, жаворонки, каменки. Но наиболее характерны для пустыни пресмыкающиеся - среднеазиатская черепаха, самая крупная ящерица - серый варан (обитает только в Кызылкумах), степная агама, многие виды гекконов, круглоголовок, ящуров и 17 видов змей, из которых только три ядовиты: степная и обыкновенная гадюки и щитомордник. Редкие и исчезающие растения Казахстана подлежат специальной охране. В республике их около 600 видов, значительная часть их включена в Красную книгу РК. Это 287 - цветковых - рафидофитон, таволгоцвет, пастернаковник, недзвецкия, канкриниелла, дорема каратауская, ферула сюгатинская, полынь цитварная и др. В Красной книге 2 вида голосеменных (стланиковая форма ели Шренка, можжевельник зеравшанский); 3 вида папоротникообразных (щитовник мынжилкинский, адиантум, венерин волос); 3 вида мхов (сфагнум гладкий, пахифиссинденс крупнолиственный, ортотрихум приглаженный); 1 вид лишайников (кладина оленья); 10 видов грибов - феллориния шишковатая, шампиньон табличный, сморчок степной и др. Запрещена или ограничена заготовка растений, имеющих хозяйственное значение: мыльный корень, родиола розовая и др. Островския великолепная, лук пскемский, пиретрум Келлера охраняются в заповедниках и заказниках.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b/>
          <w:bCs/>
          <w:sz w:val="28"/>
          <w:szCs w:val="28"/>
        </w:rPr>
        <w:t>Видовое разнообразие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Разнообразие флоры Казахстана значительно варьирует, как по составу и численности различных таксонов (видов, родов и др.), так и по географии, в частности, по природно-климатическим зонам и высотным поясам. В равниной части зоны степей и пустынь разнообразие и самобытность флоры увеличиваются с запада на восток, а в горных системах - с северо-востока (Алтай) на юго-запад (Западный Тянь-Шань, Каратау).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На территории Казахстана зарегистрировано более 6000 видов высших сосудистых растений, около 5000 грибов, 485 - лишайников, более 2000 водорослей, около 500 мохообразных. В составе флоры высших растений немало лекарственных, кормовых, технических, пищевых, декоративных, а также древесно-кустарниковых растений. Ресурсы основных лекарственных растений (80%) распространены в горах Заилийского Алатау, Кетмень, Кунгей и Терскей Алатау, Джунгарского Алатау, Киргизского хребта, Боралдайтау, Алтая, Тарбагатая.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Инвентаризация фауны Казахстана завершена только для позвоночных животных, по отдельным классам которых изданы обобщающие фаунистические сводки. На территории Казахстана обитают 835 видов позвоночных животных (Vertebrata), в том числе: млекопитающие - 178, птицы - 489 (из них 396 гнездятся здесь, остальные прилетают на зиму или пролетают весной и осенью), пресмыкающиеся - 49, земноводные - 12, рыбы - 104 и круглоротые - 3 вида.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Около половины всего видового многообразия млекопитающих составляют представители отряда грызунов (Rodentia) - 82 вида. Из 33 видов охотничьих млекопитающих на первом месте находятся копытные (лось, кабан, косуля, сайгак, сибирский горный козёл тау-теке, марал) и хищные (волк, лисица, корсак, барсук, рысь, медведь, росомаха, соболь, степной хорек и др.)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Очень показательна судьба сайгака (Saiga tatarica) - древнего животного, оказавшегося на грани исчезновения в начале XX века и спасённого, благодаря многолетним усилиям учёных и производственников. Сейчас сайгак - важный промысловый вид, устойчивое использование которого во многом зависит от мониторинга его численности.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Среди 489 видов птиц на первом месте в качестве охотничьих находятся более 43, являющихся обитателями водно-болотного комплекса (гусеобразные - Anseriformes, ржанкообразные - Charadriiformes, гагары - Gaviiformes, поганки - Colymbiformes, часть веслоногих - Steganopoda и журавлеобразных - Gruiformes). На степных и пустынных водоёмах Казахстана гнездятся сотни тысяч птиц, а во время сезонных миграций весной и осенью территорию его посещают миллионы уток, гусей, казарок, куликов (Anas, Anser, Rufibrenta, Chettusia) и другой водно-болотной дичи. Численность основных видов пернатой дичи существенно изменяется из года в год.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Количество видов и эндемиков в различных систематических группах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514"/>
        <w:gridCol w:w="1095"/>
        <w:gridCol w:w="95"/>
      </w:tblGrid>
      <w:tr w:rsidR="007D672F" w:rsidRPr="00DE39C3" w:rsidTr="00626EE1">
        <w:trPr>
          <w:gridAfter w:val="2"/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Таксоны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1.Животные (Animalia)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a. Беспозвоночные (Invertebrata)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80000/105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Позвоночные (Vertebrata)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835/125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2.Грибы (Mycota)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4821/232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3.Растения (Plantae)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a. Низшие растения (Tallobionta)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300/42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· Высшие растения (Kormobionta)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6000/624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72F" w:rsidRPr="00626EE1" w:rsidRDefault="007D672F" w:rsidP="0062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EE1">
        <w:rPr>
          <w:rFonts w:ascii="Times New Roman" w:hAnsi="Times New Roman"/>
          <w:sz w:val="24"/>
          <w:szCs w:val="24"/>
        </w:rPr>
        <w:t>Числитель: число видов (* - без акклиматизированных видов),</w:t>
      </w:r>
    </w:p>
    <w:p w:rsidR="007D672F" w:rsidRPr="00626EE1" w:rsidRDefault="007D672F" w:rsidP="0062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EE1">
        <w:rPr>
          <w:rFonts w:ascii="Times New Roman" w:hAnsi="Times New Roman"/>
          <w:sz w:val="24"/>
          <w:szCs w:val="24"/>
        </w:rPr>
        <w:t>Знаменатель: эндемики.</w:t>
      </w:r>
    </w:p>
    <w:p w:rsidR="007D672F" w:rsidRPr="00626EE1" w:rsidRDefault="007D672F" w:rsidP="0062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EE1">
        <w:rPr>
          <w:rFonts w:ascii="Times New Roman" w:hAnsi="Times New Roman"/>
          <w:sz w:val="24"/>
          <w:szCs w:val="24"/>
        </w:rPr>
        <w:t>Видовое разнообразие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280"/>
        <w:gridCol w:w="1147"/>
        <w:gridCol w:w="95"/>
      </w:tblGrid>
      <w:tr w:rsidR="007D672F" w:rsidRPr="00DE39C3" w:rsidTr="00626EE1">
        <w:trPr>
          <w:gridAfter w:val="2"/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Вирусы, бактерии, простейшие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Низшие растения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3000/4.07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Высшие растения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6000/2.41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Черви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500/1.38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Моллюски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300/0.61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Членистоногие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60000/2.97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Рыбы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107/0.54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Амфибии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12/0.27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Рептилии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49/0.77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489/5.41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Млекопитающие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178/4.44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Числитель: число видов;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Знаменатель: % от мирового количества видов.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Видовое разнообразие и концентрация видов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280"/>
        <w:gridCol w:w="1267"/>
        <w:gridCol w:w="95"/>
      </w:tblGrid>
      <w:tr w:rsidR="007D672F" w:rsidRPr="00DE39C3" w:rsidTr="00626EE1">
        <w:trPr>
          <w:gridAfter w:val="2"/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Группы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Вирусы, бактерии, простейшие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Низшие растения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3000/1.10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Высшие растения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6000/2.19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Черви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500/0.183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Моллюски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300/0.110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Членистоногие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60000/21.91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Рыбы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107/0.038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Амфибии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12/0.004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Рептилии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49/0.017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489/0.179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Млекопитающие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178/0.065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Числитель - число видов;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Знаменатель - число видов на 1тыс.км</w:t>
      </w:r>
      <w:r w:rsidRPr="00626EE1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626EE1">
        <w:rPr>
          <w:rFonts w:ascii="Times New Roman" w:hAnsi="Times New Roman"/>
          <w:sz w:val="28"/>
          <w:szCs w:val="28"/>
        </w:rPr>
        <w:t>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b/>
          <w:bCs/>
          <w:sz w:val="28"/>
          <w:szCs w:val="28"/>
        </w:rPr>
        <w:t>Виды, находящиеся под угрозой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Под натиском антропогенной деятельности стала снижаться численность многих видов животных и сокращаться область их обитания. Наиболее наглядно это явление иллюстрирует Красная книга Казахстана, учрежденная Правительством Республики Казахстан в 1978 г. По данным на 1 января 1998 года в нее занесены представители 125 видов (или около 15 %) позвоночных животных и 96 видов беспозвоночных, из которых 85 видов составляют насекомые.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Число видов, находящихся под угрозой исчезновения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0"/>
        <w:gridCol w:w="652"/>
        <w:gridCol w:w="1998"/>
        <w:gridCol w:w="1813"/>
        <w:gridCol w:w="2068"/>
        <w:gridCol w:w="2729"/>
        <w:gridCol w:w="95"/>
      </w:tblGrid>
      <w:tr w:rsidR="007D672F" w:rsidRPr="00DE39C3" w:rsidTr="00626EE1">
        <w:trPr>
          <w:gridAfter w:val="6"/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Включено в Красную книгу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Практически исчезли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 угрожающем состоянии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В относительно стабильном состоянии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EE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72F" w:rsidRPr="00DE39C3" w:rsidTr="00626EE1">
        <w:trPr>
          <w:tblCellSpacing w:w="15" w:type="dxa"/>
        </w:trPr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D672F" w:rsidRPr="00626EE1" w:rsidRDefault="007D672F" w:rsidP="00626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Оценка уязвимости видов и сообществ приводится только по основным объектам биологического разнообразия. В связи с незавершенностью инвентаризации биологического разнообразия в республике и отсутствием соответствующей базы данных, не выявлены угрожаемые и уязвимые виды мхов, лишайников, грибов, водорослей и ряда других представителей живой природы, в том числе простейших.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Из 800 биологических объектов трех категорий охраны (критически угрожаемые - первоочередные; угрожаемые - среднесрочные; уязвимые - долгосрочные действия) наибольшее число объектов, находящихся под угрозой потери, обитают преимущественно в горах (228 вида) и настоящих средних пустынях (151 вид), содержащие значительное число видов и экосистем, находящихся под угрозой, требующих охраны и щадящего режима использования. В их число входят редкие сообщества лесов.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Из 100 видов сосудистых растений, включенных в Красную книгу, критически угрожаемых - 28 видов (и 40 мест обитания). Наибольшее число видов этой группы представлено в горах - 22. В настоящее время 303 вида растений включены в I-е издание Красной книги Казахстана и охраняются государством. Подготовлен материал для второго издания Красной книги Казахстана, в которую включены 404 вида (6 %) растений, в том числе плауновидных - 2, папоротниковых - 2, мохообразных - 4, голосеменных - 2, цветковых - 362, водорослей - 6, грибов - 22, лишайников - 4 вида (6 % от общего количества высших растений, 0,6 % - низших растений).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Из 79 растительных сообществ, подлежащих охране, критически угрожаемых -33, угрожаемых-25, уязвимых-21. Среди выделенных сообществ представлены 22 лесные экосистемы; 11 равнинных - и 6 горных степных экосистем; 27 пустынных сообществ, в том числе 12 растительных формаций; 11 луговых экосистем с сообществами равнинных и горных лугов.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Среди сородичей культурных растений выделены плодово-ягодные: деревья, кустарники, лианы - 65 видов, в том числе 9 занесенных в Красную книгу. Они отнесены к категории критически угрожаемых. Угрожаемых и уязвимых - 56.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1. Болотник Верещагина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2. Лук дернистый - редчайший, узкоэндемичный, находится под угрозой исчезновения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2. Лук мелкосетчатый (черемша)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3. Лук многокорневой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4. Рябчик бледноцветный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5. Тюльпан разнолепестной - редкий вид 6. Кандык сибирский - редкий, сокращающий ареал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7. Ирис Людвига - редкий, узкоэдемичный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8. Башмачок крупноцветный - редкий, сокращающий ареал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9. Башмачок настоящий - редкий, сокращающий ареал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10. Башмачок пятнистый - редкий, сокращающийся ареал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11. Ятрышник шлемовидный - редкий вид, с уменьшающийся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12. Ревень алтайский - редкий вид, с сокращающимся ареалом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13. Кувшинка белая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14. Пион степной - эндемичный вид, с сокращающимся ареалом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15. Живокость саурская - редкий,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16. Адонис весенний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17. Гимноспермиум алтайский - редкий вид, во многих местах исчезающий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18. Долгоног снеговой - редкий вид,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19. Голоплодник бесстебельный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20. Строгановия стрелолистая - очень редкий, эндемичный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21. Родиола розовая - ценный вид - с сильно сокращающейся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22. Сибирка алтайская - редкий вид, с уменьшающийся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23. Яблоня Сиверса - вид с сильно сокращающийся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24. Шиповник Павлова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25. Миндаль Ледебуровский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26. Майкарагана Ховена - редкий, эндемичный,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27. Астрагал беловойлочный - эндемик Зайсанской котловины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28. Астрагал сладколистый - редкий,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29. Астрагал тонкостебельный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30. Остролодочник иглистый - очень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31. Копеечник прутьевидный - очень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32. Сочевичник Ледебура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33. Волчеягодник алтайский - редкий, эндемичный,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34. Стеллеропсис тарбагатайский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35. Водяной орех - редкий, реликтовый вид с сокращающимся ареалом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36. Подлесник европейский - редкий,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37. Осмориза остистая - очень редкий,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38. Ледебуриелла жабрицевидная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39. Кучкоцветник Мейра - редкий вид с малой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40. Багульник болотный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41. Толокнянка обыкновенная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42. Клюква мелкоплодная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43. Акантолимон тарбагатайский - редкий,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44. Кермек Резниченко - редкий, реликтовый,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45. Мертензия Попова - редкий, 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46. Мертензия тарбагатайская - очень редкий,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47. Черноплодник ежистый - редкий узкоэдемичный вид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48. Мытник тарбагатайский - редкий,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49. Марена резниченковская - редкий,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50. Цимбария даурская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51. Пиретрум Келлера - редкий, узкоэндемичный, реликтовый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52. Мордовник зайсанский - редкий узкоэндемичный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53. Рапонтикум сафроловидный (маралий корень) - вид с сильно сокращающейся численностью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54. Плаун баранец - очень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 xml:space="preserve">55. Полипорус корнелюбивый - редкий вид 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56. Кладина оленья (ягель) - редкий вид лишайника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Из 101 вида позвоночных животных, подверженных реальной угрозе под воздействием антропогенных факторов, к первой категории (критически угрожаемые) относятся 32 вида и подвида (рыб - 7, птиц - 16, млекопитающих - 9); ко второй (угрожаемые) - 29 (в том числе рыб - 7, амфибий и рептилий - по 1, птиц - 15, млекопитающих -5); к третьей (уязвимые) - 40 (в том числе рыб - 2, амфибий - 1, рептилий - 6, птиц - 15, млекопитающих - 16). В наиболее угрожаемом положении из млекопитающих - (Mammalia) оказались некоторые копытные - джейран; горные бараны и хищные - представители семейства кошачьих; среди птиц - дрофиные, хищные, особенно крупные сокола, некоторые водоплавающие и околоводные; из рыб - обитатели аральского и каспийского; из беспозвоночных - комерческие виды бабочек (Lepidoptera) и жуков (Coleoptera), являющиеся предметом экспорта для коллекционеров-любителей. Почти половина хищных птиц (все крупные орлы, соколы и падальщики) в результате безжалостного истребления в 50-60-х гг. стали настолько редки, что занесены в Красную книгу республики, в том числе и беркут (Agnila chrysaetus)- символ государственного герба Казахстана.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Из 96 видов беспозвоночных, подлежащих охране, критически угрожаемых - 11, численность которых особенно низка, и виды находятся на грани исчезновения. Угрожаемые виды (40) имеют относительно высокую численность, но небольшие и разорванные ареалы. При неблагоприятных условиях виды могут оказаться на грани исчезновения. Уязвимые виды (45) имеют преимущественно широкий ареал, но сокращающийся под воздействием различных негативных факторов. В ряде мест они становятся редкими, исчезают отдельные популяции. Угрожаемых и уязвимых видов беспозвоночных на данном этапе исследования в лесостепи нет, в степи - 34, в пустыне - 76, в горах - 40, в поймах и долинах рек и побережий озер - 7. Из 49 видов пресмыкающихся (Reptilia) в Казахстане длительное время велись заготовки (по 40-180 тыс. штук в год) степной черепахи (Agrionemys horsfieldi), что заметно подорвало её численность в ряде мест на юге и юго-востоке Казахстана. То же грозит ядовитым змеям - щитоморднику (Agkistrodon halys), обыкновенной и степным гадюкам (Vipera berus, Vipera ursini), которых отлавливают для получения змеиного яда, используемого в медицине. В последние годы возрос спрос на яд различных видов пауков</w:t>
      </w:r>
      <w:r w:rsidRPr="00626EE1">
        <w:rPr>
          <w:rFonts w:ascii="Times New Roman" w:hAnsi="Times New Roman"/>
          <w:b/>
          <w:bCs/>
          <w:sz w:val="28"/>
          <w:szCs w:val="28"/>
        </w:rPr>
        <w:t>.</w:t>
      </w:r>
    </w:p>
    <w:p w:rsidR="007D672F" w:rsidRPr="00626EE1" w:rsidRDefault="007D672F" w:rsidP="00626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EE1">
        <w:rPr>
          <w:rFonts w:ascii="Times New Roman" w:hAnsi="Times New Roman"/>
          <w:sz w:val="28"/>
          <w:szCs w:val="28"/>
        </w:rPr>
        <w:t>Неблагоприятные изменения в фауне беспозвоночных нашли свое отражение в Красной книге Казахстана, в которую включены 96 видов насекомых, 1-ракообразных, 6-моллюсков и 2-кольчатых червей. Следует при этом учесть, что это далеко не все виды, над которыми нависла угроза исчезновения. Подавляющее число видов беспозвоночных имеют очень низкую численность и даже небольшие экологические изменения в биогеоценозах могут вызвать их исчезновение и повлечь за собой необратимое разрушение всей соответствующей экосистемы.</w:t>
      </w:r>
    </w:p>
    <w:sectPr w:rsidR="007D672F" w:rsidRPr="00626EE1" w:rsidSect="00626EE1">
      <w:pgSz w:w="11906" w:h="16838"/>
      <w:pgMar w:top="567" w:right="567" w:bottom="567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2DE2"/>
    <w:multiLevelType w:val="hybridMultilevel"/>
    <w:tmpl w:val="C420B1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3963929"/>
    <w:multiLevelType w:val="multilevel"/>
    <w:tmpl w:val="43CA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5079D2"/>
    <w:multiLevelType w:val="hybridMultilevel"/>
    <w:tmpl w:val="97982C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61234F2F"/>
    <w:multiLevelType w:val="multilevel"/>
    <w:tmpl w:val="FFB6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771"/>
    <w:rsid w:val="00143EC4"/>
    <w:rsid w:val="001864D2"/>
    <w:rsid w:val="00626EE1"/>
    <w:rsid w:val="00787840"/>
    <w:rsid w:val="007D672F"/>
    <w:rsid w:val="007F7771"/>
    <w:rsid w:val="00DE39C3"/>
    <w:rsid w:val="00E573D0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71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link w:val="Heading2Char"/>
    <w:uiPriority w:val="99"/>
    <w:qFormat/>
    <w:rsid w:val="00626EE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26EE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BodyText2">
    <w:name w:val="Body Text 2"/>
    <w:basedOn w:val="Normal"/>
    <w:link w:val="BodyText2Char"/>
    <w:uiPriority w:val="99"/>
    <w:rsid w:val="007F777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7771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26EE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26E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basedOn w:val="DefaultParagraphFont"/>
    <w:uiPriority w:val="99"/>
    <w:rsid w:val="00626EE1"/>
    <w:rPr>
      <w:rFonts w:cs="Times New Roman"/>
    </w:rPr>
  </w:style>
  <w:style w:type="paragraph" w:styleId="ListParagraph">
    <w:name w:val="List Paragraph"/>
    <w:basedOn w:val="Normal"/>
    <w:uiPriority w:val="99"/>
    <w:qFormat/>
    <w:rsid w:val="00626E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A1%D0%BF%D0%B8%D1%81%D0%BE%D0%BA_%D1%80%D1%8B%D0%B1,_%D0%B7%D0%B0%D0%BD%D0%B5%D1%81%D1%91%D0%BD%D0%BD%D1%8B%D1%85_%D0%B2_%D0%9A%D1%80%D0%B0%D1%81%D0%BD%D1%83%D1%8E_%D0%BA%D0%BD%D0%B8%D0%B3%D1%83_%D0%9A%D0%B0%D0%B7%D0%B0%D1%85%D1%81%D1%82%D0%B0%D0%BD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12</Pages>
  <Words>5374</Words>
  <Characters>30636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HC</cp:lastModifiedBy>
  <cp:revision>2</cp:revision>
  <dcterms:created xsi:type="dcterms:W3CDTF">2013-02-12T20:10:00Z</dcterms:created>
  <dcterms:modified xsi:type="dcterms:W3CDTF">2013-02-13T06:17:00Z</dcterms:modified>
</cp:coreProperties>
</file>